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25C" w:rsidRDefault="00AD1061">
      <w:r>
        <w:t>STUDENTI STRANIERI</w:t>
      </w:r>
    </w:p>
    <w:p w:rsidR="00AE306F" w:rsidRDefault="00AD1061">
      <w:r>
        <w:t>Gli studenti che hanno collaborato a questo lavoro sono due studenti di terza liceo classico europeo di nazionalità rumena; questi due studenti sono rappresentativi della tipologia di allievo straniero che si iscrive al nostro liceo. Maria e George hanno una storia scolastica diversa</w:t>
      </w:r>
      <w:r w:rsidR="002A1CD4">
        <w:t>.</w:t>
      </w:r>
      <w:r>
        <w:t xml:space="preserve"> </w:t>
      </w:r>
    </w:p>
    <w:p w:rsidR="00AE306F" w:rsidRDefault="00AD1061">
      <w:r>
        <w:t xml:space="preserve">Maria è </w:t>
      </w:r>
      <w:r w:rsidR="007937E1">
        <w:t>arrivata con la famiglia in Italia in età scolare, è stata</w:t>
      </w:r>
      <w:r>
        <w:t xml:space="preserve"> </w:t>
      </w:r>
      <w:r w:rsidR="0007796A">
        <w:t>inserita in</w:t>
      </w:r>
      <w:r w:rsidR="007937E1">
        <w:t xml:space="preserve"> quinta elementare e ha </w:t>
      </w:r>
      <w:r w:rsidR="0007796A">
        <w:t>frequen</w:t>
      </w:r>
      <w:r w:rsidR="00AE306F">
        <w:t xml:space="preserve">tato la scuola media a Torino con risultati molto buoni che la spingono a fare una scelta impegnativa per la scuola superiore. </w:t>
      </w:r>
      <w:r w:rsidR="0007796A">
        <w:t>Ha raggiunto ottimi livelli di</w:t>
      </w:r>
      <w:r w:rsidR="000F163F">
        <w:t xml:space="preserve"> conoscenza dell’italiano ciononostante </w:t>
      </w:r>
      <w:r w:rsidR="0007796A">
        <w:t xml:space="preserve"> incontra ancora qualche problema nelle abilità fini della lingua sia in ambito di produzione</w:t>
      </w:r>
      <w:r w:rsidR="002A1CD4">
        <w:t xml:space="preserve"> scritta che orale</w:t>
      </w:r>
      <w:r w:rsidR="000F163F">
        <w:t xml:space="preserve"> ma soprattutto la comprensione di testi tecnici o fortemente concettuali</w:t>
      </w:r>
      <w:r w:rsidR="002A1CD4">
        <w:t xml:space="preserve">. </w:t>
      </w:r>
    </w:p>
    <w:p w:rsidR="00AD1061" w:rsidRDefault="002A1CD4">
      <w:r>
        <w:t>George è arrivato al nostro liceo in quanto vincitore di una borsa di studio,</w:t>
      </w:r>
      <w:r w:rsidR="007937E1">
        <w:t xml:space="preserve"> era</w:t>
      </w:r>
      <w:r>
        <w:t xml:space="preserve"> iscritto al Liceo scientifico Dante Alighieri di Bucarest dove si studia italiano come lingua straniera</w:t>
      </w:r>
      <w:r w:rsidR="004F2E6C">
        <w:t xml:space="preserve"> sin dalle scuole medie. </w:t>
      </w:r>
      <w:r w:rsidR="007937E1">
        <w:t xml:space="preserve">Dal primo anno di liceo risiede presso il collegio del Convitto. </w:t>
      </w:r>
      <w:r w:rsidR="004F2E6C">
        <w:t>L</w:t>
      </w:r>
      <w:r w:rsidR="007937E1">
        <w:t xml:space="preserve">a sua conoscenza di base </w:t>
      </w:r>
      <w:r w:rsidR="004F2E6C">
        <w:t>dell’</w:t>
      </w:r>
      <w:r w:rsidR="007937E1">
        <w:t xml:space="preserve">italiano, la permanenza nella comunità collegiale, la full immersion in un ambiente </w:t>
      </w:r>
      <w:proofErr w:type="spellStart"/>
      <w:r w:rsidR="007937E1">
        <w:t>italionofono</w:t>
      </w:r>
      <w:proofErr w:type="spellEnd"/>
      <w:r w:rsidR="004F2E6C">
        <w:t xml:space="preserve"> hanno permesso </w:t>
      </w:r>
      <w:r w:rsidR="000F163F">
        <w:t xml:space="preserve">un inserimento linguistico buono, ma ciò  non toglie che molto difficoltoso è stato il raggiungimento di competenze linguistiche </w:t>
      </w:r>
      <w:proofErr w:type="spellStart"/>
      <w:r w:rsidR="000F163F">
        <w:t>medio-alte</w:t>
      </w:r>
      <w:proofErr w:type="spellEnd"/>
      <w:r w:rsidR="00AE306F">
        <w:t xml:space="preserve"> che gli permettano di ottenere ottimi risultati scolastici.</w:t>
      </w:r>
    </w:p>
    <w:p w:rsidR="00AE306F" w:rsidRDefault="00AE306F"/>
    <w:sectPr w:rsidR="00AE306F" w:rsidSect="003362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AD1061"/>
    <w:rsid w:val="0007796A"/>
    <w:rsid w:val="000F163F"/>
    <w:rsid w:val="002A1CD4"/>
    <w:rsid w:val="0033625C"/>
    <w:rsid w:val="00464F91"/>
    <w:rsid w:val="004F2E6C"/>
    <w:rsid w:val="007937E1"/>
    <w:rsid w:val="00AD1061"/>
    <w:rsid w:val="00AE306F"/>
    <w:rsid w:val="00D33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8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62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2011-05-09T19:02:00Z</dcterms:created>
  <dcterms:modified xsi:type="dcterms:W3CDTF">2011-05-09T20:24:00Z</dcterms:modified>
</cp:coreProperties>
</file>